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D2831" w14:textId="544EF5EE" w:rsidR="00210979" w:rsidRDefault="00594CF5" w:rsidP="00594CF5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F64F22">
        <w:rPr>
          <w:rFonts w:ascii="Futura Bk BT" w:hAnsi="Futura Bk BT"/>
          <w:b/>
          <w:bCs/>
        </w:rPr>
        <w:t xml:space="preserve">the </w:t>
      </w:r>
      <w:bookmarkStart w:id="0" w:name="_Hlk183094818"/>
      <w:r w:rsidR="00E2295D" w:rsidRPr="00E2295D">
        <w:rPr>
          <w:rFonts w:ascii="Futura Bk BT" w:hAnsi="Futura Bk BT"/>
          <w:b/>
          <w:bCs/>
        </w:rPr>
        <w:t>ERA Knowledge Exchange Programme</w:t>
      </w:r>
      <w:bookmarkEnd w:id="0"/>
    </w:p>
    <w:p w14:paraId="61C78009" w14:textId="20624457" w:rsidR="00253207" w:rsidRPr="001339C1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 xml:space="preserve">Type of </w:t>
      </w:r>
      <w:r w:rsidR="00B128C8">
        <w:rPr>
          <w:rFonts w:ascii="Futura Bk BT" w:hAnsi="Futura Bk BT" w:cs="DejaVuSans-Bold"/>
          <w:b/>
          <w:bCs/>
          <w:color w:val="828282"/>
          <w:sz w:val="26"/>
          <w:szCs w:val="26"/>
        </w:rPr>
        <w:t>programme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253207" w:rsidRPr="001339C1" w14:paraId="5494E1E5" w14:textId="77777777" w:rsidTr="001339C1">
        <w:tc>
          <w:tcPr>
            <w:tcW w:w="4248" w:type="dxa"/>
          </w:tcPr>
          <w:p w14:paraId="20AD7700" w14:textId="07417617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39BAF6A5" w14:textId="50943C66" w:rsidR="00253207" w:rsidRPr="001339C1" w:rsidRDefault="00E2295D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 w:rsidRPr="00E2295D">
              <w:rPr>
                <w:rFonts w:ascii="Futura Bk BT" w:hAnsi="Futura Bk BT" w:cs="DejaVuSans-Bold"/>
                <w:b/>
                <w:bCs/>
                <w:color w:val="000000" w:themeColor="text1"/>
              </w:rPr>
              <w:t>ERA Knowledge Exchange Programme</w:t>
            </w:r>
          </w:p>
        </w:tc>
      </w:tr>
      <w:tr w:rsidR="00253207" w:rsidRPr="001339C1" w14:paraId="469FC998" w14:textId="77777777" w:rsidTr="001339C1">
        <w:tc>
          <w:tcPr>
            <w:tcW w:w="4248" w:type="dxa"/>
          </w:tcPr>
          <w:p w14:paraId="6EAAF2BE" w14:textId="6C66D2A5" w:rsidR="00253207" w:rsidRPr="001339C1" w:rsidRDefault="00F64F22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</w:t>
            </w:r>
            <w:r w:rsidR="00CA69DE">
              <w:rPr>
                <w:rFonts w:ascii="Futura Bk BT" w:hAnsi="Futura Bk BT" w:cs="DejaVuSans-Bold"/>
              </w:rPr>
              <w:t>uration</w:t>
            </w:r>
          </w:p>
        </w:tc>
        <w:tc>
          <w:tcPr>
            <w:tcW w:w="5380" w:type="dxa"/>
          </w:tcPr>
          <w:p w14:paraId="2F2F5A16" w14:textId="0DC685E0" w:rsidR="00215CC6" w:rsidRPr="00D40CE7" w:rsidRDefault="00E2295D" w:rsidP="00D40CE7">
            <w:pPr>
              <w:rPr>
                <w:rFonts w:ascii="Futura Bk BT" w:hAnsi="Futura Bk BT" w:cs="DejaVuSans-Bold"/>
                <w:color w:val="000000" w:themeColor="text1"/>
              </w:rPr>
            </w:pPr>
            <w:r>
              <w:rPr>
                <w:rFonts w:ascii="Futura Bk BT" w:hAnsi="Futura Bk BT" w:cs="DejaVuSans-Bold"/>
                <w:color w:val="000000" w:themeColor="text1"/>
              </w:rPr>
              <w:t>1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month (</w:t>
            </w:r>
            <w:r>
              <w:rPr>
                <w:rFonts w:ascii="Futura Bk BT" w:hAnsi="Futura Bk BT" w:cs="DejaVuSans-Bold"/>
                <w:color w:val="000000" w:themeColor="text1"/>
              </w:rPr>
              <w:t>3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>0 days)</w:t>
            </w:r>
          </w:p>
        </w:tc>
      </w:tr>
      <w:tr w:rsidR="00253207" w:rsidRPr="001339C1" w14:paraId="05D65450" w14:textId="77777777" w:rsidTr="001339C1">
        <w:tc>
          <w:tcPr>
            <w:tcW w:w="4248" w:type="dxa"/>
          </w:tcPr>
          <w:p w14:paraId="7B05B09F" w14:textId="2B301E31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 xml:space="preserve">Proposed </w:t>
            </w:r>
            <w:bookmarkStart w:id="1" w:name="_Hlk183095304"/>
            <w:r w:rsidRPr="001339C1">
              <w:rPr>
                <w:rFonts w:ascii="Futura Bk BT" w:hAnsi="Futura Bk BT" w:cs="DejaVuSans-Bold"/>
              </w:rPr>
              <w:t>specific objectives</w:t>
            </w:r>
            <w:r w:rsidR="00E2295D">
              <w:rPr>
                <w:rFonts w:ascii="Futura Bk BT" w:hAnsi="Futura Bk BT" w:cs="DejaVuSans-Bold"/>
              </w:rPr>
              <w:t xml:space="preserve"> of the </w:t>
            </w:r>
            <w:r w:rsidR="00B128C8">
              <w:rPr>
                <w:rFonts w:ascii="Futura Bk BT" w:hAnsi="Futura Bk BT" w:cs="DejaVuSans-Bold"/>
              </w:rPr>
              <w:t>exchange period</w:t>
            </w:r>
            <w:r w:rsidR="00E2295D">
              <w:rPr>
                <w:rFonts w:ascii="Futura Bk BT" w:hAnsi="Futura Bk BT" w:cs="DejaVuSans-Bold"/>
              </w:rPr>
              <w:t xml:space="preserve"> at the Receiving Institute</w:t>
            </w:r>
            <w:bookmarkEnd w:id="1"/>
          </w:p>
        </w:tc>
        <w:tc>
          <w:tcPr>
            <w:tcW w:w="5380" w:type="dxa"/>
          </w:tcPr>
          <w:p w14:paraId="2455ACE3" w14:textId="77777777" w:rsidR="00253207" w:rsidRPr="001339C1" w:rsidRDefault="00253207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403C7E9E" w14:textId="77777777" w:rsidR="00253207" w:rsidRPr="00253207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97EF4AD" w14:textId="2F6ADF6F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  <w:r w:rsidR="00F64F22">
        <w:rPr>
          <w:rFonts w:ascii="Futura Bk BT" w:hAnsi="Futura Bk BT" w:cs="DejaVuSans-Bold"/>
          <w:b/>
          <w:bCs/>
          <w:color w:val="828282"/>
          <w:sz w:val="26"/>
          <w:szCs w:val="26"/>
        </w:rPr>
        <w:t xml:space="preserve"> &amp; CV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6C10E5" w14:paraId="003FF154" w14:textId="77777777" w:rsidTr="001339C1">
        <w:tc>
          <w:tcPr>
            <w:tcW w:w="4248" w:type="dxa"/>
          </w:tcPr>
          <w:p w14:paraId="015FDCD1" w14:textId="6342DD6D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Name</w:t>
            </w:r>
          </w:p>
        </w:tc>
        <w:tc>
          <w:tcPr>
            <w:tcW w:w="5380" w:type="dxa"/>
          </w:tcPr>
          <w:p w14:paraId="55A6EF87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3802439" w14:textId="77777777" w:rsidTr="001339C1">
        <w:tc>
          <w:tcPr>
            <w:tcW w:w="4248" w:type="dxa"/>
          </w:tcPr>
          <w:p w14:paraId="3019D5F2" w14:textId="1AF2DB7A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Surname</w:t>
            </w:r>
          </w:p>
        </w:tc>
        <w:tc>
          <w:tcPr>
            <w:tcW w:w="5380" w:type="dxa"/>
          </w:tcPr>
          <w:p w14:paraId="6A3161C1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1730466" w14:textId="77777777" w:rsidTr="001339C1">
        <w:tc>
          <w:tcPr>
            <w:tcW w:w="4248" w:type="dxa"/>
          </w:tcPr>
          <w:p w14:paraId="65FA62E4" w14:textId="207B8065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Date of birth</w:t>
            </w:r>
          </w:p>
        </w:tc>
        <w:tc>
          <w:tcPr>
            <w:tcW w:w="5380" w:type="dxa"/>
          </w:tcPr>
          <w:p w14:paraId="51B0A9E8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03FB4" w14:paraId="1BA81D3A" w14:textId="77777777" w:rsidTr="001339C1">
        <w:tc>
          <w:tcPr>
            <w:tcW w:w="4248" w:type="dxa"/>
          </w:tcPr>
          <w:p w14:paraId="71627B0B" w14:textId="0ED4ED9A" w:rsidR="00103FB4" w:rsidRDefault="00103FB4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ERA membership number</w:t>
            </w:r>
          </w:p>
        </w:tc>
        <w:tc>
          <w:tcPr>
            <w:tcW w:w="5380" w:type="dxa"/>
          </w:tcPr>
          <w:p w14:paraId="6A1751C0" w14:textId="77777777" w:rsidR="00103FB4" w:rsidRDefault="00103FB4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56DB7FD4" w14:textId="77777777" w:rsidTr="001339C1">
        <w:tc>
          <w:tcPr>
            <w:tcW w:w="4248" w:type="dxa"/>
          </w:tcPr>
          <w:p w14:paraId="6DED800F" w14:textId="07A65190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 xml:space="preserve">E-mail </w:t>
            </w:r>
          </w:p>
        </w:tc>
        <w:tc>
          <w:tcPr>
            <w:tcW w:w="5380" w:type="dxa"/>
          </w:tcPr>
          <w:p w14:paraId="4B56AA99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E2295D" w14:paraId="5C5BAE2E" w14:textId="77777777" w:rsidTr="001339C1">
        <w:tc>
          <w:tcPr>
            <w:tcW w:w="4248" w:type="dxa"/>
          </w:tcPr>
          <w:p w14:paraId="7953D9F2" w14:textId="2B04B410" w:rsidR="00E2295D" w:rsidRPr="00995D65" w:rsidRDefault="000523F4" w:rsidP="00E2295D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/>
              </w:rPr>
              <w:t>Country of Residence</w:t>
            </w:r>
            <w:r w:rsidR="0076354B">
              <w:rPr>
                <w:rFonts w:ascii="Futura Bk BT" w:hAnsi="Futura Bk BT"/>
              </w:rPr>
              <w:t xml:space="preserve"> and Practice</w:t>
            </w:r>
          </w:p>
        </w:tc>
        <w:tc>
          <w:tcPr>
            <w:tcW w:w="5380" w:type="dxa"/>
          </w:tcPr>
          <w:p w14:paraId="20DD142C" w14:textId="77777777" w:rsidR="00E2295D" w:rsidRDefault="00E2295D" w:rsidP="00E2295D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1E1D5F54" w14:textId="77777777" w:rsidTr="001339C1">
        <w:tc>
          <w:tcPr>
            <w:tcW w:w="4248" w:type="dxa"/>
          </w:tcPr>
          <w:p w14:paraId="4BC4BA0C" w14:textId="75773B94" w:rsidR="001339C1" w:rsidRPr="00995D65" w:rsidRDefault="001339C1" w:rsidP="00103FB4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 w:cs="DejaVuSans-Bold"/>
              </w:rPr>
              <w:t>A</w:t>
            </w:r>
            <w:r w:rsidR="00E2295D">
              <w:rPr>
                <w:rFonts w:ascii="Futura Bk BT" w:hAnsi="Futura Bk BT" w:cs="DejaVuSans-Bold"/>
              </w:rPr>
              <w:t>ffiliation</w:t>
            </w:r>
          </w:p>
        </w:tc>
        <w:tc>
          <w:tcPr>
            <w:tcW w:w="5380" w:type="dxa"/>
          </w:tcPr>
          <w:p w14:paraId="552240D0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9C2E2AE" w14:textId="77777777" w:rsidTr="001339C1">
        <w:tc>
          <w:tcPr>
            <w:tcW w:w="4248" w:type="dxa"/>
          </w:tcPr>
          <w:p w14:paraId="070FBF66" w14:textId="5A36655D" w:rsidR="001339C1" w:rsidRPr="00995D65" w:rsidRDefault="00995D65" w:rsidP="00103FB4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 xml:space="preserve">Mobile </w:t>
            </w:r>
            <w:r w:rsidR="00103FB4">
              <w:rPr>
                <w:rFonts w:ascii="Futura Bk BT" w:hAnsi="Futura Bk BT"/>
              </w:rPr>
              <w:t>phone</w:t>
            </w:r>
          </w:p>
        </w:tc>
        <w:tc>
          <w:tcPr>
            <w:tcW w:w="5380" w:type="dxa"/>
          </w:tcPr>
          <w:p w14:paraId="022E6AC6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1339C1"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5173B15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  <w:p w14:paraId="598C518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5FDFE08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1EB8B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FC8E126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BC744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41BE9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9EDCB8B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44DA206" w14:textId="0DD75BEA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43D0132E" w:rsidR="00995D65" w:rsidRPr="00995D65" w:rsidRDefault="00E2295D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Career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548A1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FD42FB4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4EF30D8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36C7A6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2DE6B3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4306716B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Present job position</w:t>
            </w:r>
          </w:p>
          <w:p w14:paraId="6939F926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Name and full address of</w:t>
            </w:r>
          </w:p>
          <w:p w14:paraId="068A0BC2" w14:textId="70181A7E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the current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46270B17" w14:textId="77777777" w:rsidR="006C10E5" w:rsidRDefault="006C10E5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>
        <w:rPr>
          <w:rFonts w:ascii="Futura Bk BT" w:hAnsi="Futura Bk BT" w:cs="DejaVuSans-Bold"/>
          <w:b/>
          <w:bCs/>
          <w:color w:val="828282"/>
          <w:sz w:val="26"/>
          <w:szCs w:val="26"/>
        </w:rPr>
        <w:br w:type="page"/>
      </w:r>
    </w:p>
    <w:p w14:paraId="68BA700E" w14:textId="4DAAE2E8" w:rsidR="00253207" w:rsidRPr="00B63E34" w:rsidRDefault="00F64F22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>
        <w:rPr>
          <w:rFonts w:ascii="Futura Bk BT" w:hAnsi="Futura Bk BT" w:cs="DejaVuSans-Bold"/>
          <w:b/>
          <w:bCs/>
          <w:color w:val="828282"/>
          <w:sz w:val="26"/>
          <w:szCs w:val="26"/>
        </w:rPr>
        <w:lastRenderedPageBreak/>
        <w:t xml:space="preserve">Applicants’ </w:t>
      </w:r>
      <w:r w:rsidR="00B63E34"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Publications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6C10E5" w14:paraId="20F3D444" w14:textId="77777777" w:rsidTr="00B63E34">
        <w:trPr>
          <w:trHeight w:val="282"/>
        </w:trPr>
        <w:tc>
          <w:tcPr>
            <w:tcW w:w="2393" w:type="dxa"/>
          </w:tcPr>
          <w:p w14:paraId="324752A1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7539A7ED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3FEC2D34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28EF257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  <w:tr w:rsidR="006C10E5" w14:paraId="11AD04C1" w14:textId="77777777" w:rsidTr="00B63E34">
        <w:trPr>
          <w:trHeight w:val="282"/>
        </w:trPr>
        <w:tc>
          <w:tcPr>
            <w:tcW w:w="2393" w:type="dxa"/>
          </w:tcPr>
          <w:p w14:paraId="3BC6A808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4F29066F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3E8ADC2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05ED8B9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</w:tbl>
    <w:p w14:paraId="1A50290B" w14:textId="77777777" w:rsidR="00E2295D" w:rsidRDefault="00E2295D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2FACFC19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98"/>
        <w:gridCol w:w="4530"/>
      </w:tblGrid>
      <w:tr w:rsidR="0069543A" w14:paraId="65A8CB67" w14:textId="77777777" w:rsidTr="00E2295D">
        <w:tc>
          <w:tcPr>
            <w:tcW w:w="5098" w:type="dxa"/>
          </w:tcPr>
          <w:p w14:paraId="75806897" w14:textId="6293DD8E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530" w:type="dxa"/>
          </w:tcPr>
          <w:p w14:paraId="5A395CC5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381A74A2" w14:textId="77777777" w:rsidTr="00E2295D">
        <w:tc>
          <w:tcPr>
            <w:tcW w:w="5098" w:type="dxa"/>
          </w:tcPr>
          <w:p w14:paraId="17902675" w14:textId="5F4FDA1B" w:rsidR="0069543A" w:rsidRDefault="00E2295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>
              <w:rPr>
                <w:rFonts w:ascii="Futura Bk BT" w:hAnsi="Futura Bk BT" w:cs="DejaVuSans-Bold"/>
              </w:rPr>
              <w:t xml:space="preserve">Name of the </w:t>
            </w:r>
            <w:bookmarkStart w:id="2" w:name="_Hlk183095377"/>
            <w:r>
              <w:rPr>
                <w:rFonts w:ascii="Futura Bk BT" w:hAnsi="Futura Bk BT" w:cs="DejaVuSans-Bold"/>
              </w:rPr>
              <w:t>Director of the receiving institute</w:t>
            </w:r>
            <w:bookmarkEnd w:id="2"/>
          </w:p>
        </w:tc>
        <w:tc>
          <w:tcPr>
            <w:tcW w:w="4530" w:type="dxa"/>
          </w:tcPr>
          <w:p w14:paraId="10200989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4B9B6567" w14:textId="77777777" w:rsidTr="00E2295D">
        <w:tc>
          <w:tcPr>
            <w:tcW w:w="5098" w:type="dxa"/>
          </w:tcPr>
          <w:p w14:paraId="69F9369A" w14:textId="75A52D5A" w:rsidR="0069543A" w:rsidRDefault="00E2295D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>
              <w:rPr>
                <w:rFonts w:ascii="Futura Bk BT" w:hAnsi="Futura Bk BT" w:cs="DejaVuSans-Bold"/>
              </w:rPr>
              <w:t>Director of the receiving institute</w:t>
            </w:r>
            <w:r w:rsidR="0069543A" w:rsidRPr="0069543A">
              <w:rPr>
                <w:rFonts w:ascii="Futura Bk BT" w:hAnsi="Futura Bk BT" w:cs="DejaVuSans-Bold"/>
              </w:rPr>
              <w:t>'s e-mail</w:t>
            </w:r>
            <w:r w:rsidR="0069543A">
              <w:rPr>
                <w:rFonts w:ascii="Futura Bk BT" w:hAnsi="Futura Bk BT" w:cs="DejaVuSans-Bold"/>
              </w:rPr>
              <w:t xml:space="preserve"> </w:t>
            </w:r>
            <w:r w:rsidR="0069543A" w:rsidRPr="0069543A">
              <w:rPr>
                <w:rFonts w:ascii="Futura Bk BT" w:hAnsi="Futura Bk BT" w:cs="DejaVuSans-Bold"/>
              </w:rPr>
              <w:t>address</w:t>
            </w:r>
          </w:p>
        </w:tc>
        <w:tc>
          <w:tcPr>
            <w:tcW w:w="4530" w:type="dxa"/>
          </w:tcPr>
          <w:p w14:paraId="18B0A44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52176D9E" w14:textId="77777777" w:rsidTr="00E2295D">
        <w:tc>
          <w:tcPr>
            <w:tcW w:w="5098" w:type="dxa"/>
          </w:tcPr>
          <w:p w14:paraId="65B2707E" w14:textId="345B37A1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530" w:type="dxa"/>
          </w:tcPr>
          <w:p w14:paraId="09927176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594BF3A7" w14:textId="77777777" w:rsidTr="00E2295D">
        <w:tc>
          <w:tcPr>
            <w:tcW w:w="5098" w:type="dxa"/>
          </w:tcPr>
          <w:p w14:paraId="67D5379D" w14:textId="7BF6C053" w:rsidR="0069543A" w:rsidRPr="0069543A" w:rsidRDefault="0069543A" w:rsidP="0069543A">
            <w:pPr>
              <w:rPr>
                <w:rFonts w:ascii="Futura Bk BT" w:hAnsi="Futura Bk BT" w:cs="DejaVuSans-Bold"/>
              </w:rPr>
            </w:pPr>
            <w:r w:rsidRPr="0069543A">
              <w:rPr>
                <w:rFonts w:ascii="Futura Bk BT" w:hAnsi="Futura Bk BT" w:cs="DejaVuSans-Bold"/>
              </w:rPr>
              <w:t>Reason for choosing this institute</w:t>
            </w:r>
          </w:p>
        </w:tc>
        <w:tc>
          <w:tcPr>
            <w:tcW w:w="4530" w:type="dxa"/>
          </w:tcPr>
          <w:p w14:paraId="79C36D7B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12B58E2E" w14:textId="77777777" w:rsidTr="00E2295D">
        <w:tc>
          <w:tcPr>
            <w:tcW w:w="5098" w:type="dxa"/>
          </w:tcPr>
          <w:p w14:paraId="51CF4421" w14:textId="0150C86C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Summary of the proposed </w:t>
            </w:r>
            <w:r w:rsidR="00B128C8">
              <w:rPr>
                <w:rFonts w:ascii="Futura Bk BT" w:hAnsi="Futura Bk BT" w:cs="DejaVuSans-Bold"/>
              </w:rPr>
              <w:t>exchange</w:t>
            </w:r>
          </w:p>
        </w:tc>
        <w:tc>
          <w:tcPr>
            <w:tcW w:w="4530" w:type="dxa"/>
          </w:tcPr>
          <w:p w14:paraId="17758680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201AD69E" w14:textId="77777777" w:rsidTr="00E2295D">
        <w:tc>
          <w:tcPr>
            <w:tcW w:w="5098" w:type="dxa"/>
          </w:tcPr>
          <w:p w14:paraId="5A1C3E98" w14:textId="23DCFBC1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Clinical significance of the proposed </w:t>
            </w:r>
            <w:r w:rsidR="00E2295D">
              <w:rPr>
                <w:rFonts w:ascii="Futura Bk BT" w:hAnsi="Futura Bk BT" w:cs="DejaVuSans-Bold"/>
              </w:rPr>
              <w:t>stay</w:t>
            </w:r>
          </w:p>
        </w:tc>
        <w:tc>
          <w:tcPr>
            <w:tcW w:w="4530" w:type="dxa"/>
          </w:tcPr>
          <w:p w14:paraId="089A3CC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EE9B580" w14:textId="77777777" w:rsidTr="00E2295D">
        <w:tc>
          <w:tcPr>
            <w:tcW w:w="5098" w:type="dxa"/>
          </w:tcPr>
          <w:p w14:paraId="7F7933F3" w14:textId="4406627A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530" w:type="dxa"/>
          </w:tcPr>
          <w:p w14:paraId="67CAECC2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3E67FD" w14:paraId="38E4B6A9" w14:textId="77777777" w:rsidTr="00E2295D">
        <w:tc>
          <w:tcPr>
            <w:tcW w:w="5098" w:type="dxa"/>
          </w:tcPr>
          <w:p w14:paraId="50CB3F27" w14:textId="5E1565C3" w:rsidR="003E67FD" w:rsidRPr="003E67FD" w:rsidRDefault="00E2295D" w:rsidP="003E67FD">
            <w:pPr>
              <w:rPr>
                <w:rFonts w:ascii="Futura Bk BT" w:hAnsi="Futura Bk BT" w:cs="DejaVuSans-Bold"/>
              </w:rPr>
            </w:pPr>
            <w:bookmarkStart w:id="3" w:name="_Hlk183095328"/>
            <w:r>
              <w:rPr>
                <w:rFonts w:ascii="Futura Bk BT" w:hAnsi="Futura Bk BT" w:cs="DejaVuSans-Bold"/>
              </w:rPr>
              <w:t xml:space="preserve">Implementation of the </w:t>
            </w:r>
            <w:r w:rsidRPr="00E2295D">
              <w:rPr>
                <w:rFonts w:ascii="Futura Bk BT" w:hAnsi="Futura Bk BT" w:cs="DejaVuSans-Bold"/>
              </w:rPr>
              <w:t>knowledge gained from the exchange experience in the home institution</w:t>
            </w:r>
            <w:bookmarkEnd w:id="3"/>
          </w:p>
        </w:tc>
        <w:tc>
          <w:tcPr>
            <w:tcW w:w="4530" w:type="dxa"/>
          </w:tcPr>
          <w:p w14:paraId="2042AC9D" w14:textId="77777777" w:rsidR="003E67FD" w:rsidRDefault="003E67F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6920D94E" w14:textId="77777777" w:rsidR="004C09E6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</w:p>
    <w:p w14:paraId="53355B35" w14:textId="431DCBD1" w:rsidR="004C09E6" w:rsidRPr="00E5169F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40F8DDFE" w14:textId="35A7D12C" w:rsidR="004C09E6" w:rsidRPr="00432027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13268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7" w:history="1">
        <w:r w:rsidRPr="00E5169F">
          <w:rPr>
            <w:rStyle w:val="Collegamentoipertestuale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8" w:history="1">
        <w:r w:rsidRPr="00C13268">
          <w:rPr>
            <w:rStyle w:val="Collegamentoipertestuale"/>
            <w:rFonts w:ascii="Futura Bk BT" w:hAnsi="Futura Bk BT" w:cs="Tahoma"/>
            <w:sz w:val="20"/>
            <w:lang w:val="en-US"/>
          </w:rPr>
          <w:t>Terms and Conditions</w:t>
        </w:r>
      </w:hyperlink>
      <w:r w:rsidRPr="00C13268">
        <w:rPr>
          <w:rFonts w:ascii="Futura Bk BT" w:hAnsi="Futura Bk BT" w:cs="Tahoma"/>
          <w:sz w:val="20"/>
          <w:lang w:val="en-US"/>
        </w:rPr>
        <w:t>.</w:t>
      </w:r>
    </w:p>
    <w:p w14:paraId="26692122" w14:textId="77777777" w:rsidR="004C09E6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2A28D03F" w14:textId="77777777" w:rsidR="004C09E6" w:rsidRPr="003146F7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___________________________</w:t>
      </w:r>
      <w:r w:rsidRPr="00E5169F">
        <w:rPr>
          <w:rFonts w:ascii="Futura Bk BT" w:hAnsi="Futura Bk BT" w:cs="Tahoma"/>
          <w:szCs w:val="24"/>
        </w:rPr>
        <w:t>_________Signature:</w:t>
      </w:r>
      <w:r w:rsidRPr="003146F7">
        <w:rPr>
          <w:rFonts w:ascii="Futura Bk BT" w:hAnsi="Futura Bk BT" w:cs="Tahoma"/>
          <w:szCs w:val="24"/>
          <w:u w:val="single"/>
        </w:rPr>
        <w:t>______________________</w:t>
      </w:r>
    </w:p>
    <w:p w14:paraId="58167D94" w14:textId="5A00E55B" w:rsidR="0069543A" w:rsidRDefault="0069543A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7E861F8D" w14:textId="77777777" w:rsidR="00F64F22" w:rsidRDefault="00F64F22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p w14:paraId="047DBCA4" w14:textId="77777777" w:rsidR="00F64F22" w:rsidRDefault="00F64F22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p w14:paraId="20128177" w14:textId="77777777" w:rsidR="00F64F22" w:rsidRDefault="00F64F22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p w14:paraId="16CE846D" w14:textId="77777777" w:rsidR="00F64F22" w:rsidRDefault="00F64F22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p w14:paraId="577A87FF" w14:textId="00FD7718" w:rsidR="005F76EA" w:rsidRPr="005F76EA" w:rsidRDefault="00564514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  <w:r w:rsidRPr="00E66873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Mandatory documents</w:t>
      </w:r>
      <w:r w:rsidR="00CA69DE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to be submitted when applying for an </w:t>
      </w:r>
      <w:r w:rsidR="00E2295D" w:rsidRPr="00E2295D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ERA Knowledge Exchange Programme</w:t>
      </w:r>
      <w:r w:rsidR="00E2295D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 xml:space="preserve"> grant</w:t>
      </w:r>
      <w:r w:rsidRPr="00E66873"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  <w:t>:</w:t>
      </w:r>
    </w:p>
    <w:p w14:paraId="12C030C2" w14:textId="45BFEB32" w:rsidR="005F76EA" w:rsidRPr="00DB1FD8" w:rsidRDefault="009B7044" w:rsidP="005F76EA">
      <w:pPr>
        <w:pStyle w:val="Paragrafoelenco"/>
        <w:numPr>
          <w:ilvl w:val="0"/>
          <w:numId w:val="2"/>
        </w:numPr>
        <w:rPr>
          <w:rFonts w:ascii="Futura Bk BT" w:hAnsi="Futura Bk BT"/>
          <w:b/>
          <w:color w:val="000000" w:themeColor="text1"/>
        </w:rPr>
      </w:pPr>
      <w:bookmarkStart w:id="4" w:name="_Hlk183096039"/>
      <w:r>
        <w:rPr>
          <w:rFonts w:ascii="Futura Bk BT" w:hAnsi="Futura Bk BT"/>
          <w:b/>
          <w:color w:val="000000" w:themeColor="text1"/>
        </w:rPr>
        <w:t xml:space="preserve">Application form with </w:t>
      </w:r>
      <w:r w:rsidR="005F76EA" w:rsidRPr="00DB1FD8">
        <w:rPr>
          <w:rFonts w:ascii="Futura Bk BT" w:hAnsi="Futura Bk BT"/>
          <w:b/>
          <w:color w:val="000000" w:themeColor="text1"/>
        </w:rPr>
        <w:t>Photocopy of the applicant’s personal ID</w:t>
      </w:r>
      <w:r>
        <w:rPr>
          <w:rFonts w:ascii="Futura Bk BT" w:hAnsi="Futura Bk BT"/>
          <w:b/>
          <w:color w:val="000000" w:themeColor="text1"/>
        </w:rPr>
        <w:t>.</w:t>
      </w:r>
    </w:p>
    <w:p w14:paraId="35EAE790" w14:textId="4885BCFB" w:rsidR="00564514" w:rsidRPr="00C22549" w:rsidRDefault="00C22549" w:rsidP="005F76EA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22549">
        <w:rPr>
          <w:rFonts w:ascii="Futura Bk BT" w:hAnsi="Futura Bk BT"/>
          <w:b/>
          <w:color w:val="000000" w:themeColor="text1"/>
        </w:rPr>
        <w:t xml:space="preserve">Form of Acceptance of Applicant by the Receiving Institute &amp; Detailed plan for the ERA Knowledge Exchange Programme </w:t>
      </w:r>
      <w:r w:rsidR="00E66873" w:rsidRPr="00C22549">
        <w:rPr>
          <w:rFonts w:ascii="Futura Bk BT" w:hAnsi="Futura Bk BT"/>
          <w:bCs/>
          <w:color w:val="000000" w:themeColor="text1"/>
        </w:rPr>
        <w:t xml:space="preserve">– signed by the </w:t>
      </w:r>
      <w:r w:rsidRPr="00C22549">
        <w:rPr>
          <w:rFonts w:ascii="Futura Bk BT" w:hAnsi="Futura Bk BT"/>
          <w:bCs/>
          <w:color w:val="000000" w:themeColor="text1"/>
        </w:rPr>
        <w:t xml:space="preserve">applicant and by the </w:t>
      </w:r>
      <w:r w:rsidR="00E2295D" w:rsidRPr="00C22549">
        <w:rPr>
          <w:rFonts w:ascii="Futura Bk BT" w:hAnsi="Futura Bk BT" w:cs="DejaVuSans-Bold"/>
        </w:rPr>
        <w:t>Director of the receiving institute</w:t>
      </w:r>
      <w:r w:rsidR="00E66873" w:rsidRPr="00C22549">
        <w:rPr>
          <w:rFonts w:ascii="Futura Bk BT" w:hAnsi="Futura Bk BT"/>
          <w:bCs/>
          <w:color w:val="000000" w:themeColor="text1"/>
        </w:rPr>
        <w:t>.</w:t>
      </w:r>
    </w:p>
    <w:p w14:paraId="3353A2D5" w14:textId="3A7C28CF" w:rsidR="00E66873" w:rsidRPr="00C22549" w:rsidRDefault="00E66873" w:rsidP="005F76EA">
      <w:pPr>
        <w:pStyle w:val="Paragrafoelenco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C22549">
        <w:rPr>
          <w:rFonts w:ascii="Futura Bk BT" w:hAnsi="Futura Bk BT"/>
          <w:b/>
          <w:color w:val="000000" w:themeColor="text1"/>
        </w:rPr>
        <w:t xml:space="preserve">Letter of </w:t>
      </w:r>
      <w:r w:rsidR="00C22549" w:rsidRPr="00C22549">
        <w:rPr>
          <w:rFonts w:ascii="Futura Bk BT" w:hAnsi="Futura Bk BT"/>
          <w:b/>
          <w:color w:val="000000" w:themeColor="text1"/>
        </w:rPr>
        <w:t xml:space="preserve">Support </w:t>
      </w:r>
      <w:bookmarkStart w:id="5" w:name="_Hlk183095613"/>
      <w:r w:rsidR="00C22549" w:rsidRPr="00C22549">
        <w:rPr>
          <w:rFonts w:ascii="Futura Bk BT" w:hAnsi="Futura Bk BT"/>
          <w:b/>
          <w:color w:val="000000" w:themeColor="text1"/>
        </w:rPr>
        <w:t xml:space="preserve">for the ERA Knowledge Exchange Programme </w:t>
      </w:r>
      <w:bookmarkEnd w:id="5"/>
      <w:r w:rsidRPr="00C22549">
        <w:rPr>
          <w:rFonts w:ascii="Futura Bk BT" w:hAnsi="Futura Bk BT"/>
          <w:bCs/>
          <w:color w:val="000000" w:themeColor="text1"/>
        </w:rPr>
        <w:t xml:space="preserve">- signed by </w:t>
      </w:r>
      <w:r w:rsidR="00C13268" w:rsidRPr="00C22549">
        <w:rPr>
          <w:rFonts w:ascii="Futura Bk BT" w:hAnsi="Futura Bk BT"/>
          <w:bCs/>
          <w:color w:val="000000" w:themeColor="text1"/>
        </w:rPr>
        <w:t xml:space="preserve">the </w:t>
      </w:r>
      <w:r w:rsidR="00C22549" w:rsidRPr="00C22549">
        <w:rPr>
          <w:rFonts w:ascii="Futura Bk BT" w:hAnsi="Futura Bk BT"/>
          <w:bCs/>
          <w:color w:val="000000" w:themeColor="text1"/>
        </w:rPr>
        <w:t xml:space="preserve">Director </w:t>
      </w:r>
      <w:r w:rsidRPr="00C22549">
        <w:rPr>
          <w:rFonts w:ascii="Futura Bk BT" w:hAnsi="Futura Bk BT"/>
          <w:bCs/>
          <w:color w:val="000000" w:themeColor="text1"/>
        </w:rPr>
        <w:t>of the home institute.</w:t>
      </w:r>
    </w:p>
    <w:bookmarkEnd w:id="4"/>
    <w:p w14:paraId="79FB5240" w14:textId="30027779" w:rsidR="00E66873" w:rsidRPr="00F64F22" w:rsidRDefault="009B7044" w:rsidP="00F64F22">
      <w:pPr>
        <w:rPr>
          <w:rFonts w:ascii="Futura Bk BT" w:hAnsi="Futura Bk BT"/>
          <w:b/>
          <w:color w:val="000000" w:themeColor="text1"/>
        </w:rPr>
      </w:pPr>
      <w:r w:rsidRPr="009B7044">
        <w:rPr>
          <w:rFonts w:ascii="Futura Bk BT" w:hAnsi="Futura Bk BT"/>
          <w:b/>
          <w:color w:val="000000" w:themeColor="text1"/>
        </w:rPr>
        <w:t xml:space="preserve">All the </w:t>
      </w:r>
      <w:r w:rsidR="00853764" w:rsidRPr="009B7044">
        <w:rPr>
          <w:rFonts w:ascii="Futura Bk BT" w:hAnsi="Futura Bk BT"/>
          <w:b/>
          <w:color w:val="000000" w:themeColor="text1"/>
        </w:rPr>
        <w:t>above-mentioned</w:t>
      </w:r>
      <w:r w:rsidR="00853764">
        <w:rPr>
          <w:rFonts w:ascii="Futura Bk BT" w:hAnsi="Futura Bk BT"/>
          <w:b/>
          <w:color w:val="000000" w:themeColor="text1"/>
        </w:rPr>
        <w:t xml:space="preserve"> </w:t>
      </w:r>
      <w:r w:rsidRPr="009B7044">
        <w:rPr>
          <w:rFonts w:ascii="Futura Bk BT" w:hAnsi="Futura Bk BT"/>
          <w:b/>
          <w:color w:val="000000" w:themeColor="text1"/>
        </w:rPr>
        <w:t xml:space="preserve">documents need to be sent </w:t>
      </w:r>
      <w:r>
        <w:rPr>
          <w:rFonts w:ascii="Futura Bk BT" w:hAnsi="Futura Bk BT"/>
          <w:b/>
          <w:color w:val="000000" w:themeColor="text1"/>
        </w:rPr>
        <w:t xml:space="preserve">in a unique email </w:t>
      </w:r>
      <w:r w:rsidRPr="009B7044">
        <w:rPr>
          <w:rFonts w:ascii="Futura Bk BT" w:hAnsi="Futura Bk BT"/>
          <w:b/>
          <w:color w:val="000000" w:themeColor="text1"/>
        </w:rPr>
        <w:t xml:space="preserve">to </w:t>
      </w:r>
      <w:hyperlink r:id="rId9" w:history="1">
        <w:r w:rsidRPr="009B7044">
          <w:rPr>
            <w:rStyle w:val="Collegamentoipertestuale"/>
            <w:rFonts w:ascii="Futura Bk BT" w:hAnsi="Futura Bk BT"/>
            <w:b/>
          </w:rPr>
          <w:t>fellowships@era-online.org</w:t>
        </w:r>
      </w:hyperlink>
      <w:r w:rsidRPr="009B7044">
        <w:rPr>
          <w:rFonts w:ascii="Futura Bk BT" w:hAnsi="Futura Bk BT"/>
          <w:b/>
          <w:color w:val="000000" w:themeColor="text1"/>
        </w:rPr>
        <w:t xml:space="preserve"> no later tha</w:t>
      </w:r>
      <w:r>
        <w:rPr>
          <w:rFonts w:ascii="Futura Bk BT" w:hAnsi="Futura Bk BT"/>
          <w:b/>
          <w:color w:val="000000" w:themeColor="text1"/>
        </w:rPr>
        <w:t>n</w:t>
      </w:r>
      <w:r w:rsidRPr="009B7044">
        <w:rPr>
          <w:rFonts w:ascii="Futura Bk BT" w:hAnsi="Futura Bk BT"/>
          <w:b/>
          <w:color w:val="000000" w:themeColor="text1"/>
        </w:rPr>
        <w:t xml:space="preserve"> </w:t>
      </w:r>
      <w:r w:rsidR="00F64F22">
        <w:rPr>
          <w:rFonts w:ascii="Futura Bk BT" w:hAnsi="Futura Bk BT"/>
          <w:b/>
          <w:color w:val="000000" w:themeColor="text1"/>
        </w:rPr>
        <w:t>Fri</w:t>
      </w:r>
      <w:r w:rsidRPr="009B7044">
        <w:rPr>
          <w:rFonts w:ascii="Futura Bk BT" w:hAnsi="Futura Bk BT"/>
          <w:b/>
          <w:color w:val="000000" w:themeColor="text1"/>
        </w:rPr>
        <w:t>day</w:t>
      </w:r>
      <w:r w:rsidR="00C13268">
        <w:rPr>
          <w:rFonts w:ascii="Futura Bk BT" w:hAnsi="Futura Bk BT"/>
          <w:b/>
          <w:color w:val="000000" w:themeColor="text1"/>
        </w:rPr>
        <w:t>,</w:t>
      </w:r>
      <w:r w:rsidRPr="009B7044">
        <w:rPr>
          <w:rFonts w:ascii="Futura Bk BT" w:hAnsi="Futura Bk BT"/>
          <w:b/>
          <w:color w:val="000000" w:themeColor="text1"/>
        </w:rPr>
        <w:t xml:space="preserve"> </w:t>
      </w:r>
      <w:r w:rsidR="00F64F22">
        <w:rPr>
          <w:rFonts w:ascii="Futura Bk BT" w:hAnsi="Futura Bk BT"/>
          <w:b/>
          <w:color w:val="000000" w:themeColor="text1"/>
        </w:rPr>
        <w:t>March 21</w:t>
      </w:r>
      <w:r w:rsidRPr="009B7044">
        <w:rPr>
          <w:rFonts w:ascii="Futura Bk BT" w:hAnsi="Futura Bk BT"/>
          <w:b/>
          <w:color w:val="000000" w:themeColor="text1"/>
        </w:rPr>
        <w:t>, 202</w:t>
      </w:r>
      <w:r w:rsidR="00F64F22">
        <w:rPr>
          <w:rFonts w:ascii="Futura Bk BT" w:hAnsi="Futura Bk BT"/>
          <w:b/>
          <w:color w:val="000000" w:themeColor="text1"/>
        </w:rPr>
        <w:t>5</w:t>
      </w:r>
      <w:r w:rsidRPr="009B7044">
        <w:rPr>
          <w:rFonts w:ascii="Futura Bk BT" w:hAnsi="Futura Bk BT"/>
          <w:b/>
          <w:color w:val="000000" w:themeColor="text1"/>
        </w:rPr>
        <w:t>.</w:t>
      </w:r>
    </w:p>
    <w:sectPr w:rsidR="00E66873" w:rsidRPr="00F64F22" w:rsidSect="00922EC2">
      <w:head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136E5" w14:textId="77777777" w:rsidR="00160338" w:rsidRDefault="00160338" w:rsidP="0080333E">
      <w:pPr>
        <w:spacing w:after="0" w:line="240" w:lineRule="auto"/>
      </w:pPr>
      <w:r>
        <w:separator/>
      </w:r>
    </w:p>
  </w:endnote>
  <w:endnote w:type="continuationSeparator" w:id="0">
    <w:p w14:paraId="48FCD907" w14:textId="77777777" w:rsidR="00160338" w:rsidRDefault="00160338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AA0A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>Registered office: c/o PKF Littlejohn, 15 Westferry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67772" w14:textId="77777777" w:rsidR="00160338" w:rsidRDefault="00160338" w:rsidP="0080333E">
      <w:pPr>
        <w:spacing w:after="0" w:line="240" w:lineRule="auto"/>
      </w:pPr>
      <w:r>
        <w:separator/>
      </w:r>
    </w:p>
  </w:footnote>
  <w:footnote w:type="continuationSeparator" w:id="0">
    <w:p w14:paraId="1539649D" w14:textId="77777777" w:rsidR="00160338" w:rsidRDefault="00160338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857C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D81A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1F8D1DB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78D93592" w:rsidR="00C806A4" w:rsidRPr="001B4A92" w:rsidRDefault="004C09E6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07239C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421919">
    <w:abstractNumId w:val="1"/>
  </w:num>
  <w:num w:numId="2" w16cid:durableId="63630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07"/>
    <w:rsid w:val="00005EA7"/>
    <w:rsid w:val="00046B58"/>
    <w:rsid w:val="000523F4"/>
    <w:rsid w:val="000E1E1A"/>
    <w:rsid w:val="00103FB4"/>
    <w:rsid w:val="00116C4B"/>
    <w:rsid w:val="00131DC7"/>
    <w:rsid w:val="001339C1"/>
    <w:rsid w:val="00160338"/>
    <w:rsid w:val="00181E53"/>
    <w:rsid w:val="001B4A92"/>
    <w:rsid w:val="001B5E56"/>
    <w:rsid w:val="001D2E74"/>
    <w:rsid w:val="00200F4C"/>
    <w:rsid w:val="0020600B"/>
    <w:rsid w:val="00210979"/>
    <w:rsid w:val="00215CC6"/>
    <w:rsid w:val="00247FA0"/>
    <w:rsid w:val="00253207"/>
    <w:rsid w:val="002B5A34"/>
    <w:rsid w:val="00300C07"/>
    <w:rsid w:val="003062E0"/>
    <w:rsid w:val="00354614"/>
    <w:rsid w:val="00367494"/>
    <w:rsid w:val="003A02DF"/>
    <w:rsid w:val="003C1429"/>
    <w:rsid w:val="003E67FD"/>
    <w:rsid w:val="004C09E6"/>
    <w:rsid w:val="004C74BF"/>
    <w:rsid w:val="004D30B8"/>
    <w:rsid w:val="004F28DE"/>
    <w:rsid w:val="005305B2"/>
    <w:rsid w:val="005636CF"/>
    <w:rsid w:val="00564514"/>
    <w:rsid w:val="00594CF5"/>
    <w:rsid w:val="005E2CDF"/>
    <w:rsid w:val="005F76EA"/>
    <w:rsid w:val="006410D8"/>
    <w:rsid w:val="006464F7"/>
    <w:rsid w:val="00685E5C"/>
    <w:rsid w:val="0069543A"/>
    <w:rsid w:val="006B374D"/>
    <w:rsid w:val="006C10E5"/>
    <w:rsid w:val="006E1312"/>
    <w:rsid w:val="00755909"/>
    <w:rsid w:val="0076354B"/>
    <w:rsid w:val="00774E50"/>
    <w:rsid w:val="007A454D"/>
    <w:rsid w:val="007A6569"/>
    <w:rsid w:val="00801121"/>
    <w:rsid w:val="0080333E"/>
    <w:rsid w:val="00853764"/>
    <w:rsid w:val="008A36D8"/>
    <w:rsid w:val="008B0B1B"/>
    <w:rsid w:val="008C671B"/>
    <w:rsid w:val="008D78D8"/>
    <w:rsid w:val="008E2D81"/>
    <w:rsid w:val="009020FE"/>
    <w:rsid w:val="00922EC2"/>
    <w:rsid w:val="00927586"/>
    <w:rsid w:val="00952627"/>
    <w:rsid w:val="009776E4"/>
    <w:rsid w:val="00995D65"/>
    <w:rsid w:val="009B7044"/>
    <w:rsid w:val="00A12A06"/>
    <w:rsid w:val="00A33A97"/>
    <w:rsid w:val="00A61B12"/>
    <w:rsid w:val="00B128C8"/>
    <w:rsid w:val="00B17953"/>
    <w:rsid w:val="00B346C0"/>
    <w:rsid w:val="00B43B1E"/>
    <w:rsid w:val="00B54044"/>
    <w:rsid w:val="00B543BA"/>
    <w:rsid w:val="00B63E34"/>
    <w:rsid w:val="00C07E31"/>
    <w:rsid w:val="00C13268"/>
    <w:rsid w:val="00C22549"/>
    <w:rsid w:val="00C311E8"/>
    <w:rsid w:val="00C64A91"/>
    <w:rsid w:val="00C806A4"/>
    <w:rsid w:val="00CA69DE"/>
    <w:rsid w:val="00CA76F3"/>
    <w:rsid w:val="00CE203E"/>
    <w:rsid w:val="00D40CE7"/>
    <w:rsid w:val="00D8647F"/>
    <w:rsid w:val="00DA36C8"/>
    <w:rsid w:val="00DA79D6"/>
    <w:rsid w:val="00DD5B9B"/>
    <w:rsid w:val="00DE743B"/>
    <w:rsid w:val="00E04AB4"/>
    <w:rsid w:val="00E2295D"/>
    <w:rsid w:val="00E64020"/>
    <w:rsid w:val="00E66873"/>
    <w:rsid w:val="00EC1BDE"/>
    <w:rsid w:val="00F27129"/>
    <w:rsid w:val="00F64F22"/>
    <w:rsid w:val="00F91126"/>
    <w:rsid w:val="00FA53DF"/>
    <w:rsid w:val="00FD357A"/>
    <w:rsid w:val="00FE1A01"/>
    <w:rsid w:val="00FE4B62"/>
    <w:rsid w:val="00FE7ED4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64514"/>
    <w:pPr>
      <w:ind w:left="720"/>
      <w:contextualSpacing/>
    </w:pPr>
  </w:style>
  <w:style w:type="paragraph" w:styleId="Revisione">
    <w:name w:val="Revision"/>
    <w:hidden/>
    <w:uiPriority w:val="99"/>
    <w:semiHidden/>
    <w:rsid w:val="000523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ublications/terms-and-condition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a-online.org/privacy-policy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ellowships@era-online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67</TotalTime>
  <Pages>2</Pages>
  <Words>339</Words>
  <Characters>1984</Characters>
  <Application>Microsoft Office Word</Application>
  <DocSecurity>0</DocSecurity>
  <Lines>141</Lines>
  <Paragraphs>62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21</cp:revision>
  <cp:lastPrinted>2021-08-26T08:43:00Z</cp:lastPrinted>
  <dcterms:created xsi:type="dcterms:W3CDTF">2021-11-11T12:20:00Z</dcterms:created>
  <dcterms:modified xsi:type="dcterms:W3CDTF">2025-01-10T13:25:00Z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ac98c7c58b95bc85866dde7047455f9c887bd3c3c1626110982f9ff92c94eefc</vt:lpwstr>
  </property>
</Properties>
</file>